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AD" w:rsidRPr="0036355E" w:rsidRDefault="000335AD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35AD" w:rsidRPr="0036355E" w:rsidRDefault="000335AD" w:rsidP="0022750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35AD" w:rsidRPr="00161E78" w:rsidRDefault="000335A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0335AD" w:rsidRPr="00161E78" w:rsidRDefault="000335A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335AD" w:rsidRPr="00161E78" w:rsidRDefault="000335A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335AD" w:rsidRPr="00161E78" w:rsidRDefault="000335A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35AD" w:rsidRPr="00161E78" w:rsidRDefault="000335A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335AD" w:rsidRPr="00161E78" w:rsidRDefault="000335A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335AD" w:rsidRPr="00161E78" w:rsidRDefault="000335A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35AD" w:rsidRDefault="000335A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23  сентября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93</w:t>
      </w:r>
    </w:p>
    <w:p w:rsidR="000335AD" w:rsidRPr="00161E78" w:rsidRDefault="000335A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0335AD" w:rsidRPr="00161E78" w:rsidRDefault="000335A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335AD" w:rsidRDefault="000335A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335AD" w:rsidRDefault="000335AD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0335AD" w:rsidRPr="009D58BB">
        <w:trPr>
          <w:trHeight w:val="1097"/>
        </w:trPr>
        <w:tc>
          <w:tcPr>
            <w:tcW w:w="9016" w:type="dxa"/>
          </w:tcPr>
          <w:p w:rsidR="000335AD" w:rsidRDefault="000335AD" w:rsidP="002213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69</w:t>
            </w:r>
          </w:p>
          <w:p w:rsidR="000335AD" w:rsidRPr="009D58BB" w:rsidRDefault="000335AD" w:rsidP="002213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0335AD" w:rsidRPr="009D58BB" w:rsidRDefault="000335A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335AD" w:rsidRPr="00DD5EF6" w:rsidRDefault="000335AD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0335AD" w:rsidRPr="00DD5EF6" w:rsidRDefault="000335AD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1,2,4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335AD" w:rsidRDefault="000335A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0335AD" w:rsidRDefault="000335A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26 896 726,46 рублей;</w:t>
      </w:r>
    </w:p>
    <w:p w:rsidR="000335AD" w:rsidRDefault="000335AD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27 313 200,00 рублей;</w:t>
      </w:r>
    </w:p>
    <w:p w:rsidR="000335AD" w:rsidRDefault="000335AD" w:rsidP="00AC3B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416 473,54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0335AD" w:rsidRPr="00525406" w:rsidRDefault="000335AD" w:rsidP="00FB3F7F">
      <w:pPr>
        <w:widowControl w:val="0"/>
        <w:numPr>
          <w:ilvl w:val="1"/>
          <w:numId w:val="5"/>
        </w:numPr>
        <w:shd w:val="clear" w:color="auto" w:fill="FFFFFF"/>
        <w:tabs>
          <w:tab w:val="left" w:pos="-5103"/>
        </w:tabs>
        <w:spacing w:line="235" w:lineRule="auto"/>
        <w:ind w:hanging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 xml:space="preserve">Изложить пункт </w:t>
      </w:r>
      <w:r>
        <w:rPr>
          <w:rFonts w:ascii="Times New Roman" w:hAnsi="Times New Roman" w:cs="Times New Roman"/>
          <w:spacing w:val="-2"/>
          <w:sz w:val="28"/>
          <w:szCs w:val="28"/>
        </w:rPr>
        <w:t>15</w:t>
      </w:r>
      <w:r w:rsidRPr="00525406"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0335AD" w:rsidRPr="00035659" w:rsidRDefault="000335AD" w:rsidP="00FB3F7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3 908 900,00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335AD" w:rsidRDefault="000335AD" w:rsidP="00FB3F7F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6F8">
        <w:rPr>
          <w:rFonts w:ascii="Times New Roman" w:hAnsi="Times New Roman" w:cs="Times New Roman"/>
          <w:sz w:val="28"/>
          <w:szCs w:val="28"/>
        </w:rPr>
        <w:t xml:space="preserve">2. На основании Закона Краснодарского края от 28 декабря 2015 года        № 3310-КЗ «О краевом бюджете на 2016 год» (с изменениями и дополнениями) </w:t>
      </w:r>
      <w:r>
        <w:rPr>
          <w:rFonts w:ascii="Times New Roman" w:hAnsi="Times New Roman" w:cs="Times New Roman"/>
          <w:sz w:val="28"/>
          <w:szCs w:val="28"/>
        </w:rPr>
        <w:t>уменьшить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179 300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по коду раздела, подраздела 05 02 «Коммунальное хозяйство», целевой статье 65500</w:t>
      </w:r>
      <w:r w:rsidRPr="00F006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06F8"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в сумме 72 600 рублей,</w:t>
      </w:r>
      <w:r w:rsidRPr="00903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106 700,00 рублей.</w:t>
      </w:r>
    </w:p>
    <w:p w:rsidR="000335AD" w:rsidRDefault="000335AD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3806">
        <w:rPr>
          <w:rFonts w:ascii="Times New Roman" w:hAnsi="Times New Roman" w:cs="Times New Roman"/>
          <w:sz w:val="28"/>
          <w:szCs w:val="28"/>
        </w:rPr>
        <w:t xml:space="preserve">       3.</w:t>
      </w:r>
      <w:r>
        <w:rPr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 1 000 000,00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0335AD" w:rsidRDefault="000335AD" w:rsidP="00CD027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Уменьшить ассигнования в сумме 1 000 000,00 рублей, предусмотренные</w:t>
      </w:r>
      <w:r w:rsidRPr="00CD027C"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05 02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AB331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2C350E">
        <w:rPr>
          <w:rFonts w:ascii="Times New Roman" w:hAnsi="Times New Roman" w:cs="Times New Roman"/>
          <w:sz w:val="28"/>
          <w:szCs w:val="28"/>
        </w:rPr>
        <w:t>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 w:rsidRPr="00CD027C"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на газификацию населенных пунктов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35AD" w:rsidRDefault="000335AD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</w:t>
      </w:r>
      <w:r w:rsidRPr="00E028DA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(за счет налоговых и неналоговых доходов) по состоянию на 01.01.2016 года в сумме    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28DA">
        <w:rPr>
          <w:rFonts w:ascii="Times New Roman" w:hAnsi="Times New Roman" w:cs="Times New Roman"/>
          <w:sz w:val="28"/>
          <w:szCs w:val="28"/>
        </w:rPr>
        <w:t>00,00 рублей  на увеличение ассигнований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35AD" w:rsidRDefault="000335AD" w:rsidP="00F849C4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D5EF6">
        <w:rPr>
          <w:rFonts w:ascii="Times New Roman" w:hAnsi="Times New Roman" w:cs="Times New Roman"/>
          <w:sz w:val="28"/>
          <w:szCs w:val="28"/>
        </w:rPr>
        <w:t xml:space="preserve">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7148">
        <w:rPr>
          <w:rFonts w:ascii="Times New Roman" w:hAnsi="Times New Roman" w:cs="Times New Roman"/>
          <w:sz w:val="28"/>
          <w:szCs w:val="28"/>
        </w:rPr>
        <w:t>6800010300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» в сумме 40 800,00 рублей на оплату за техобслуживание, </w:t>
      </w:r>
    </w:p>
    <w:p w:rsidR="000335AD" w:rsidRPr="00F006F8" w:rsidRDefault="000335AD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100 000,00 рублей на материальные затраты.</w:t>
      </w:r>
    </w:p>
    <w:p w:rsidR="000335AD" w:rsidRDefault="000335AD" w:rsidP="00903806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901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</w:t>
      </w:r>
      <w:r w:rsidRPr="009319DB">
        <w:rPr>
          <w:rFonts w:ascii="Times New Roman" w:hAnsi="Times New Roman" w:cs="Times New Roman"/>
          <w:sz w:val="28"/>
          <w:szCs w:val="28"/>
        </w:rPr>
        <w:t xml:space="preserve">дорожного  фонда </w:t>
      </w:r>
      <w:r w:rsidRPr="00DD5EF6">
        <w:rPr>
          <w:rFonts w:ascii="Times New Roman" w:hAnsi="Times New Roman" w:cs="Times New Roman"/>
          <w:sz w:val="28"/>
          <w:szCs w:val="28"/>
        </w:rPr>
        <w:t>(за счет налоговых и неналоговых доходов) по состоянию на 01.01.201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319D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100 000,00</w:t>
      </w:r>
      <w:r w:rsidRPr="009319DB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</w:t>
      </w:r>
      <w:r w:rsidRPr="00490118">
        <w:rPr>
          <w:rFonts w:ascii="Times New Roman" w:hAnsi="Times New Roman" w:cs="Times New Roman"/>
          <w:sz w:val="28"/>
          <w:szCs w:val="28"/>
        </w:rPr>
        <w:t xml:space="preserve">6400010250 </w:t>
      </w:r>
      <w:r w:rsidRPr="009319DB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 xml:space="preserve"> на ремонт дорог.</w:t>
      </w:r>
    </w:p>
    <w:p w:rsidR="000335AD" w:rsidRDefault="000335AD" w:rsidP="0090380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Передвинуть ассигнования, предусмотренные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75 000,00 рублей, на вид расходов 200 в сумме 75 000,00 рублей на материальные затраты.</w:t>
      </w:r>
    </w:p>
    <w:p w:rsidR="000335AD" w:rsidRPr="005D15F9" w:rsidRDefault="000335AD" w:rsidP="005D15F9">
      <w:pPr>
        <w:tabs>
          <w:tab w:val="left" w:pos="0"/>
          <w:tab w:val="left" w:pos="54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5D15F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15F9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2, 4-7,10, изложив их в новой редакции </w:t>
      </w:r>
      <w:r w:rsidRPr="00227500">
        <w:rPr>
          <w:rFonts w:ascii="Times New Roman" w:hAnsi="Times New Roman" w:cs="Times New Roman"/>
          <w:sz w:val="28"/>
          <w:szCs w:val="28"/>
        </w:rPr>
        <w:t>(приложения № 1,2,3,4</w:t>
      </w:r>
      <w:r>
        <w:rPr>
          <w:rFonts w:ascii="Times New Roman" w:hAnsi="Times New Roman" w:cs="Times New Roman"/>
          <w:sz w:val="28"/>
          <w:szCs w:val="28"/>
        </w:rPr>
        <w:t>,5,6</w:t>
      </w:r>
      <w:r w:rsidRPr="00227500">
        <w:rPr>
          <w:rFonts w:ascii="Times New Roman" w:hAnsi="Times New Roman" w:cs="Times New Roman"/>
          <w:sz w:val="28"/>
          <w:szCs w:val="28"/>
        </w:rPr>
        <w:t>).</w:t>
      </w:r>
    </w:p>
    <w:p w:rsidR="000335AD" w:rsidRPr="00E028DA" w:rsidRDefault="000335AD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0335AD" w:rsidRPr="00E028DA" w:rsidRDefault="000335AD" w:rsidP="00B0532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0335AD" w:rsidRDefault="000335A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5AD" w:rsidRPr="00DD5EF6" w:rsidRDefault="000335A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35AD" w:rsidRDefault="000335AD" w:rsidP="0022750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0335AD" w:rsidRDefault="000335AD" w:rsidP="00227500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0335AD" w:rsidRDefault="000335AD" w:rsidP="0022750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0335AD" w:rsidRDefault="000335AD" w:rsidP="0022750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В.Н.Лантратов                                               Н.В.Лавриненко                                              </w:t>
      </w:r>
    </w:p>
    <w:p w:rsidR="000335AD" w:rsidRPr="00203FD5" w:rsidRDefault="000335AD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335AD" w:rsidRPr="00203FD5" w:rsidRDefault="000335A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335AD" w:rsidRPr="00203FD5" w:rsidRDefault="000335A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0335AD" w:rsidRPr="00203FD5" w:rsidRDefault="000335A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23 сентября 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6 года  № 93</w:t>
      </w:r>
    </w:p>
    <w:p w:rsidR="000335AD" w:rsidRPr="00203FD5" w:rsidRDefault="000335AD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35AD" w:rsidRDefault="000335A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>21  декабря 2015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69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335AD" w:rsidRPr="009D58BB" w:rsidRDefault="000335A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8BB">
        <w:rPr>
          <w:rFonts w:ascii="Times New Roman" w:hAnsi="Times New Roman" w:cs="Times New Roman"/>
          <w:b/>
          <w:bCs/>
          <w:sz w:val="28"/>
          <w:szCs w:val="28"/>
        </w:rPr>
        <w:t>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 год»</w:t>
      </w:r>
    </w:p>
    <w:p w:rsidR="000335AD" w:rsidRDefault="000335A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35AD" w:rsidRPr="00203FD5" w:rsidRDefault="000335AD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0335AD" w:rsidRPr="00203FD5" w:rsidRDefault="000335AD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335AD" w:rsidRPr="00203FD5" w:rsidRDefault="000335AD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335AD" w:rsidRPr="00203FD5" w:rsidRDefault="000335AD" w:rsidP="00227500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12447" w:type="dxa"/>
        <w:tblInd w:w="-106" w:type="dxa"/>
        <w:tblLayout w:type="fixed"/>
        <w:tblLook w:val="00A0"/>
      </w:tblPr>
      <w:tblGrid>
        <w:gridCol w:w="4908"/>
        <w:gridCol w:w="1860"/>
        <w:gridCol w:w="3060"/>
        <w:gridCol w:w="2619"/>
      </w:tblGrid>
      <w:tr w:rsidR="000335AD" w:rsidRPr="00203FD5">
        <w:trPr>
          <w:cantSplit/>
          <w:trHeight w:val="349"/>
        </w:trPr>
        <w:tc>
          <w:tcPr>
            <w:tcW w:w="4908" w:type="dxa"/>
            <w:vMerge w:val="restart"/>
          </w:tcPr>
          <w:p w:rsidR="000335AD" w:rsidRDefault="000335A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</w:t>
            </w:r>
          </w:p>
          <w:p w:rsidR="000335AD" w:rsidRDefault="000335A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0335AD" w:rsidRDefault="000335A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Школьненского сельского поселения Белореченского района                                                                                                                        </w:t>
            </w:r>
          </w:p>
          <w:p w:rsidR="000335AD" w:rsidRDefault="000335A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планово-бюджетной комиссии Совета Школьненского сельского поселения Белореченского района</w:t>
            </w:r>
          </w:p>
          <w:p w:rsidR="000335AD" w:rsidRPr="00203FD5" w:rsidRDefault="000335A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1860" w:type="dxa"/>
            <w:tcBorders>
              <w:top w:val="nil"/>
            </w:tcBorders>
          </w:tcPr>
          <w:p w:rsidR="000335AD" w:rsidRPr="00203FD5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gridSpan w:val="2"/>
            <w:vAlign w:val="bottom"/>
          </w:tcPr>
          <w:p w:rsidR="000335AD" w:rsidRPr="00203FD5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0335AD" w:rsidRPr="00203FD5">
        <w:trPr>
          <w:gridAfter w:val="1"/>
          <w:wAfter w:w="2619" w:type="dxa"/>
          <w:cantSplit/>
          <w:trHeight w:val="3055"/>
        </w:trPr>
        <w:tc>
          <w:tcPr>
            <w:tcW w:w="4908" w:type="dxa"/>
            <w:vMerge/>
          </w:tcPr>
          <w:p w:rsidR="000335AD" w:rsidRPr="00203FD5" w:rsidRDefault="000335AD" w:rsidP="001C51BC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0" w:type="dxa"/>
            <w:gridSpan w:val="2"/>
          </w:tcPr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Е.В.Леник</w:t>
            </w: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В.Г.Попков</w:t>
            </w: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Г.В.Войченко</w:t>
            </w:r>
          </w:p>
          <w:p w:rsidR="000335AD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335AD" w:rsidRPr="00203FD5" w:rsidRDefault="000335A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335AD" w:rsidRPr="00EF127F" w:rsidRDefault="000335AD" w:rsidP="009B3142">
      <w:pPr>
        <w:widowControl w:val="0"/>
        <w:tabs>
          <w:tab w:val="right" w:pos="9498"/>
        </w:tabs>
        <w:rPr>
          <w:lang w:eastAsia="ru-RU"/>
        </w:rPr>
      </w:pPr>
    </w:p>
    <w:p w:rsidR="000335AD" w:rsidRPr="00DD5EF6" w:rsidRDefault="000335AD" w:rsidP="009B3142">
      <w:pPr>
        <w:tabs>
          <w:tab w:val="left" w:pos="0"/>
          <w:tab w:val="left" w:pos="900"/>
        </w:tabs>
      </w:pPr>
    </w:p>
    <w:p w:rsidR="000335AD" w:rsidRDefault="000335AD" w:rsidP="009B3142">
      <w:pPr>
        <w:tabs>
          <w:tab w:val="left" w:pos="900"/>
        </w:tabs>
        <w:rPr>
          <w:sz w:val="28"/>
          <w:szCs w:val="28"/>
        </w:rPr>
      </w:pPr>
    </w:p>
    <w:p w:rsidR="000335AD" w:rsidRPr="00DD5EF6" w:rsidRDefault="000335AD" w:rsidP="009B3142">
      <w:pPr>
        <w:tabs>
          <w:tab w:val="left" w:pos="0"/>
          <w:tab w:val="left" w:pos="900"/>
        </w:tabs>
      </w:pPr>
    </w:p>
    <w:p w:rsidR="000335AD" w:rsidRPr="00DD5EF6" w:rsidRDefault="000335AD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0335AD" w:rsidRPr="00DD5EF6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5AD" w:rsidRDefault="000335AD" w:rsidP="00B57B3B">
      <w:r>
        <w:separator/>
      </w:r>
    </w:p>
  </w:endnote>
  <w:endnote w:type="continuationSeparator" w:id="0">
    <w:p w:rsidR="000335AD" w:rsidRDefault="000335A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5AD" w:rsidRDefault="000335AD" w:rsidP="00B57B3B">
      <w:r>
        <w:separator/>
      </w:r>
    </w:p>
  </w:footnote>
  <w:footnote w:type="continuationSeparator" w:id="0">
    <w:p w:rsidR="000335AD" w:rsidRDefault="000335A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5AD" w:rsidRPr="003139BC" w:rsidRDefault="000335A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335AD" w:rsidRDefault="000335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7DF0"/>
    <w:rsid w:val="0002516C"/>
    <w:rsid w:val="00030337"/>
    <w:rsid w:val="000335AD"/>
    <w:rsid w:val="00035659"/>
    <w:rsid w:val="00044004"/>
    <w:rsid w:val="00045823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C6F87"/>
    <w:rsid w:val="000D1831"/>
    <w:rsid w:val="000D36C2"/>
    <w:rsid w:val="000D5EFA"/>
    <w:rsid w:val="000D65D9"/>
    <w:rsid w:val="000E209B"/>
    <w:rsid w:val="000E59C8"/>
    <w:rsid w:val="00111AC0"/>
    <w:rsid w:val="00115322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9780E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51BC"/>
    <w:rsid w:val="001C6EC4"/>
    <w:rsid w:val="001C7ACB"/>
    <w:rsid w:val="001D3FAB"/>
    <w:rsid w:val="001D7C02"/>
    <w:rsid w:val="001E1C9B"/>
    <w:rsid w:val="001E33FB"/>
    <w:rsid w:val="00200CA1"/>
    <w:rsid w:val="00203FD5"/>
    <w:rsid w:val="00210A11"/>
    <w:rsid w:val="00221325"/>
    <w:rsid w:val="00221DB4"/>
    <w:rsid w:val="00227500"/>
    <w:rsid w:val="00233C0A"/>
    <w:rsid w:val="00235D26"/>
    <w:rsid w:val="0023657E"/>
    <w:rsid w:val="00237868"/>
    <w:rsid w:val="0024297E"/>
    <w:rsid w:val="002504D7"/>
    <w:rsid w:val="00251945"/>
    <w:rsid w:val="00253C20"/>
    <w:rsid w:val="00253F74"/>
    <w:rsid w:val="00255B84"/>
    <w:rsid w:val="00260F0C"/>
    <w:rsid w:val="00271227"/>
    <w:rsid w:val="002849D9"/>
    <w:rsid w:val="00284D12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3935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D3045"/>
    <w:rsid w:val="004D3AB9"/>
    <w:rsid w:val="004D5228"/>
    <w:rsid w:val="004F324E"/>
    <w:rsid w:val="004F39C5"/>
    <w:rsid w:val="004F7027"/>
    <w:rsid w:val="0050053D"/>
    <w:rsid w:val="00505CF9"/>
    <w:rsid w:val="00507A5E"/>
    <w:rsid w:val="005118AD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B234D"/>
    <w:rsid w:val="005C26C4"/>
    <w:rsid w:val="005C34BC"/>
    <w:rsid w:val="005D15F9"/>
    <w:rsid w:val="005D6E64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388"/>
    <w:rsid w:val="006E5DDE"/>
    <w:rsid w:val="006F5564"/>
    <w:rsid w:val="007005AD"/>
    <w:rsid w:val="007010A4"/>
    <w:rsid w:val="00701E65"/>
    <w:rsid w:val="00702B7F"/>
    <w:rsid w:val="007045D2"/>
    <w:rsid w:val="007048B9"/>
    <w:rsid w:val="0071683C"/>
    <w:rsid w:val="00723EB8"/>
    <w:rsid w:val="00736985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05A2"/>
    <w:rsid w:val="00783472"/>
    <w:rsid w:val="007A1FD1"/>
    <w:rsid w:val="007A6B19"/>
    <w:rsid w:val="007C0ACC"/>
    <w:rsid w:val="007D4A9A"/>
    <w:rsid w:val="007D7F0B"/>
    <w:rsid w:val="007F0F46"/>
    <w:rsid w:val="007F540C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03806"/>
    <w:rsid w:val="00910611"/>
    <w:rsid w:val="0091129A"/>
    <w:rsid w:val="009119CD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3E54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4200A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C3B6A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5327"/>
    <w:rsid w:val="00B06201"/>
    <w:rsid w:val="00B1028E"/>
    <w:rsid w:val="00B104D1"/>
    <w:rsid w:val="00B13DE0"/>
    <w:rsid w:val="00B1650C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28D7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10BB0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2531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F7F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94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669</TotalTime>
  <Pages>3</Pages>
  <Words>1294</Words>
  <Characters>7382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41</cp:revision>
  <cp:lastPrinted>2016-09-20T10:13:00Z</cp:lastPrinted>
  <dcterms:created xsi:type="dcterms:W3CDTF">2015-01-21T15:24:00Z</dcterms:created>
  <dcterms:modified xsi:type="dcterms:W3CDTF">2016-09-26T05:12:00Z</dcterms:modified>
</cp:coreProperties>
</file>